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10"/>
        <w:gridCol w:w="403"/>
        <w:gridCol w:w="1241"/>
      </w:tblGrid>
      <w:tr w:rsidR="00256985" w:rsidRPr="00C127C2" w:rsidTr="00E671F3">
        <w:trPr>
          <w:trHeight w:val="1044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27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Приложение 9</w:t>
            </w:r>
          </w:p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27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к решению Совета депутатов Булгаковского</w:t>
            </w:r>
          </w:p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27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сельского поселения Духовщинского района</w:t>
            </w:r>
          </w:p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27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Смоленской области</w:t>
            </w:r>
          </w:p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27C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от 2023№</w:t>
            </w:r>
          </w:p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256985" w:rsidRPr="00C127C2" w:rsidRDefault="00256985" w:rsidP="00503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Булгаковского сельского поселения Духовщинского района Смоленской области на 2024 год </w:t>
            </w:r>
          </w:p>
        </w:tc>
      </w:tr>
      <w:tr w:rsidR="00256985" w:rsidRPr="00C127C2" w:rsidTr="001D1CD6">
        <w:trPr>
          <w:trHeight w:val="293"/>
        </w:trPr>
        <w:tc>
          <w:tcPr>
            <w:tcW w:w="984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256985" w:rsidRPr="00C127C2" w:rsidTr="00E671F3">
        <w:trPr>
          <w:trHeight w:val="73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256985" w:rsidRPr="00C127C2" w:rsidTr="00E671F3">
        <w:trPr>
          <w:trHeight w:val="735"/>
        </w:trPr>
        <w:tc>
          <w:tcPr>
            <w:tcW w:w="6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</w:tr>
      <w:tr w:rsidR="00256985" w:rsidRPr="00C127C2" w:rsidTr="00E671F3">
        <w:trPr>
          <w:trHeight w:val="24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256985" w:rsidRPr="00C127C2" w:rsidTr="00E671F3">
        <w:trPr>
          <w:trHeight w:val="82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7 330 400,00</w:t>
            </w:r>
          </w:p>
        </w:tc>
      </w:tr>
      <w:tr w:rsidR="00256985" w:rsidRPr="00C127C2" w:rsidTr="00E671F3">
        <w:trPr>
          <w:trHeight w:val="5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2 030 000,00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4 407 800,00</w:t>
            </w:r>
          </w:p>
        </w:tc>
      </w:tr>
      <w:tr w:rsidR="00256985" w:rsidRPr="00C127C2" w:rsidTr="00E671F3">
        <w:trPr>
          <w:trHeight w:val="34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256985" w:rsidRPr="00C127C2" w:rsidTr="00E671F3">
        <w:trPr>
          <w:trHeight w:val="98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256985" w:rsidRPr="00C127C2" w:rsidTr="00E671F3">
        <w:trPr>
          <w:trHeight w:val="278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15 500,00</w:t>
            </w:r>
          </w:p>
        </w:tc>
      </w:tr>
      <w:tr w:rsidR="00256985" w:rsidRPr="00C127C2" w:rsidTr="00E671F3">
        <w:trPr>
          <w:trHeight w:val="58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332 100,00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256985" w:rsidRPr="00C127C2" w:rsidTr="00E671F3">
        <w:trPr>
          <w:trHeight w:val="116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8 689 594,00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Ведомственный проект "Развитие сетей автомобильных дорог общего пользования"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22 3 01 00000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4 976 314,64</w:t>
            </w:r>
          </w:p>
        </w:tc>
      </w:tr>
      <w:tr w:rsidR="00256985" w:rsidRPr="00C127C2" w:rsidTr="00E671F3">
        <w:trPr>
          <w:trHeight w:val="55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3 713 279,36</w:t>
            </w:r>
          </w:p>
        </w:tc>
      </w:tr>
      <w:tr w:rsidR="00256985" w:rsidRPr="00C127C2" w:rsidTr="00E671F3">
        <w:trPr>
          <w:trHeight w:val="58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256985" w:rsidRPr="00C127C2" w:rsidTr="00E671F3">
        <w:trPr>
          <w:trHeight w:val="105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области"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765 700,00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"Гражданско-патриотическое воспитание"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765 700,00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Ремонт и восстановление воинских захоронений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256985" w:rsidRPr="00C127C2" w:rsidTr="00E671F3">
        <w:trPr>
          <w:trHeight w:val="82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54 000,00</w:t>
            </w:r>
          </w:p>
        </w:tc>
      </w:tr>
      <w:tr w:rsidR="00256985" w:rsidRPr="00C127C2" w:rsidTr="00E671F3">
        <w:trPr>
          <w:trHeight w:val="2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депутатов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54 000,00</w:t>
            </w:r>
          </w:p>
        </w:tc>
      </w:tr>
      <w:tr w:rsidR="00256985" w:rsidRPr="00C127C2" w:rsidTr="00E671F3">
        <w:trPr>
          <w:trHeight w:val="58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256985" w:rsidRPr="00C127C2" w:rsidTr="00E671F3">
        <w:trPr>
          <w:trHeight w:val="98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256985" w:rsidRPr="00C127C2" w:rsidTr="00E671F3">
        <w:trPr>
          <w:trHeight w:val="267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256985" w:rsidRPr="00C127C2" w:rsidTr="00E671F3">
        <w:trPr>
          <w:trHeight w:val="82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1 167 200,00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1 167 200,00</w:t>
            </w:r>
          </w:p>
        </w:tc>
      </w:tr>
      <w:tr w:rsidR="00256985" w:rsidRPr="00C127C2" w:rsidTr="00E671F3">
        <w:trPr>
          <w:trHeight w:val="58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256985" w:rsidRPr="00C127C2" w:rsidTr="00E671F3">
        <w:trPr>
          <w:trHeight w:val="98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256985" w:rsidRPr="00C127C2" w:rsidTr="00E671F3">
        <w:trPr>
          <w:trHeight w:val="384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256985" w:rsidRPr="00C127C2" w:rsidTr="00E671F3">
        <w:trPr>
          <w:trHeight w:val="263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</w:tr>
      <w:tr w:rsidR="00256985" w:rsidRPr="00C127C2" w:rsidTr="00E671F3">
        <w:trPr>
          <w:trHeight w:val="2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26 500,00</w:t>
            </w:r>
          </w:p>
        </w:tc>
      </w:tr>
      <w:tr w:rsidR="00256985" w:rsidRPr="00C127C2" w:rsidTr="00E671F3">
        <w:trPr>
          <w:trHeight w:val="87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256985" w:rsidRPr="00C127C2" w:rsidTr="00E671F3">
        <w:trPr>
          <w:trHeight w:val="24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256985" w:rsidRPr="00C127C2" w:rsidTr="00E671F3">
        <w:trPr>
          <w:trHeight w:val="34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256985" w:rsidRPr="00C127C2" w:rsidTr="00E671F3">
        <w:trPr>
          <w:trHeight w:val="56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256985" w:rsidRPr="00C127C2" w:rsidTr="00E671F3">
        <w:trPr>
          <w:trHeight w:val="26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256985" w:rsidRPr="00C127C2" w:rsidTr="00E671F3">
        <w:trPr>
          <w:trHeight w:val="36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256985" w:rsidRPr="00C127C2" w:rsidTr="00E671F3">
        <w:trPr>
          <w:trHeight w:val="60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256985" w:rsidRPr="00C127C2" w:rsidTr="00E671F3">
        <w:trPr>
          <w:trHeight w:val="27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256985" w:rsidRPr="00C127C2" w:rsidTr="00E671F3">
        <w:trPr>
          <w:trHeight w:val="34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256985" w:rsidRPr="00C127C2" w:rsidTr="00E671F3">
        <w:trPr>
          <w:trHeight w:val="31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56985" w:rsidRPr="00C127C2" w:rsidTr="00E671F3">
        <w:trPr>
          <w:trHeight w:val="26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256985" w:rsidRPr="00C127C2" w:rsidTr="00E671F3">
        <w:trPr>
          <w:trHeight w:val="58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256985" w:rsidRPr="00C127C2" w:rsidTr="00E671F3">
        <w:trPr>
          <w:trHeight w:val="290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256985" w:rsidRPr="00C127C2" w:rsidTr="00E671F3">
        <w:trPr>
          <w:trHeight w:val="339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6985" w:rsidRPr="00C127C2" w:rsidTr="00E671F3">
        <w:trPr>
          <w:trHeight w:val="55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6985" w:rsidRPr="00C127C2" w:rsidTr="00E671F3">
        <w:trPr>
          <w:trHeight w:val="871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27C2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1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56985" w:rsidRPr="00C127C2" w:rsidTr="00E671F3">
        <w:trPr>
          <w:trHeight w:val="986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256985" w:rsidRPr="00C127C2" w:rsidTr="00E671F3">
        <w:trPr>
          <w:trHeight w:val="267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256985" w:rsidRPr="00C127C2" w:rsidTr="00E671F3">
        <w:trPr>
          <w:trHeight w:val="492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C127C2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256985" w:rsidRPr="00C127C2" w:rsidTr="00E671F3">
        <w:trPr>
          <w:trHeight w:val="245"/>
        </w:trPr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048 3</w:t>
            </w:r>
            <w:r w:rsidRPr="00C127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94,00</w:t>
            </w:r>
          </w:p>
        </w:tc>
      </w:tr>
      <w:tr w:rsidR="00256985" w:rsidRPr="00C127C2" w:rsidTr="00E671F3">
        <w:trPr>
          <w:trHeight w:val="245"/>
        </w:trPr>
        <w:tc>
          <w:tcPr>
            <w:tcW w:w="669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56985" w:rsidRPr="00C127C2" w:rsidTr="00E671F3">
        <w:trPr>
          <w:trHeight w:val="245"/>
        </w:trPr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256985" w:rsidRPr="00C127C2" w:rsidRDefault="00256985" w:rsidP="00E6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56985" w:rsidRDefault="00256985"/>
    <w:sectPr w:rsidR="00256985" w:rsidSect="00503B7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1F3"/>
    <w:rsid w:val="00137156"/>
    <w:rsid w:val="001D1CD6"/>
    <w:rsid w:val="00256985"/>
    <w:rsid w:val="003B43EA"/>
    <w:rsid w:val="00503B79"/>
    <w:rsid w:val="005F1DC0"/>
    <w:rsid w:val="005F2249"/>
    <w:rsid w:val="00780A79"/>
    <w:rsid w:val="008578C5"/>
    <w:rsid w:val="00C127C2"/>
    <w:rsid w:val="00DE31C2"/>
    <w:rsid w:val="00E671F3"/>
    <w:rsid w:val="00FE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3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1421</Words>
  <Characters>8100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3</cp:revision>
  <dcterms:created xsi:type="dcterms:W3CDTF">2023-11-09T08:29:00Z</dcterms:created>
  <dcterms:modified xsi:type="dcterms:W3CDTF">2023-11-10T19:01:00Z</dcterms:modified>
</cp:coreProperties>
</file>